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23E" w:rsidRPr="00FB00FA" w:rsidRDefault="008C223E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bookmarkStart w:id="0" w:name="_GoBack"/>
      <w:bookmarkEnd w:id="0"/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223E" w:rsidRPr="00533862" w:rsidRDefault="008C223E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8C223E" w:rsidRPr="00106F15" w:rsidRDefault="008C223E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8C223E" w:rsidRPr="00106F15" w:rsidRDefault="008C223E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8C223E" w:rsidRPr="00106F15" w:rsidRDefault="008C223E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8C223E" w:rsidRPr="00533862" w:rsidRDefault="008C223E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8C223E" w:rsidRPr="00106F15" w:rsidRDefault="008C223E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8C223E" w:rsidRPr="00106F15" w:rsidRDefault="008C223E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8C223E" w:rsidRPr="00106F15" w:rsidRDefault="008C223E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Pr="00F902E4">
        <w:rPr>
          <w:rFonts w:ascii="Arial" w:hAnsi="Arial" w:cs="Arial"/>
          <w:b/>
          <w:caps/>
          <w:noProof/>
          <w:sz w:val="28"/>
          <w:szCs w:val="28"/>
        </w:rPr>
        <w:t>328</w:t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8C223E" w:rsidRPr="005A03FA" w:rsidTr="000C7CFC">
        <w:trPr>
          <w:jc w:val="center"/>
        </w:trPr>
        <w:tc>
          <w:tcPr>
            <w:tcW w:w="1063" w:type="dxa"/>
          </w:tcPr>
          <w:p w:rsidR="008C223E" w:rsidRPr="005A03FA" w:rsidRDefault="008C223E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8C223E" w:rsidRPr="005A03FA" w:rsidRDefault="008C223E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Congratulatória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à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Senhora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Darci de Almeida</w:t>
            </w:r>
            <w:r>
              <w:rPr>
                <w:rFonts w:ascii="Arial" w:hAnsi="Arial" w:cs="Arial"/>
                <w:sz w:val="20"/>
                <w:szCs w:val="20"/>
              </w:rPr>
              <w:t xml:space="preserve"> por sua posse, ocorrida em 1º de agosto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, como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Vereadora</w:t>
            </w:r>
            <w:r>
              <w:rPr>
                <w:rFonts w:ascii="Arial" w:hAnsi="Arial" w:cs="Arial"/>
                <w:sz w:val="20"/>
                <w:szCs w:val="20"/>
              </w:rPr>
              <w:t xml:space="preserve"> da Câmara da Melhor Idade 2018.</w:t>
            </w:r>
          </w:p>
        </w:tc>
      </w:tr>
    </w:tbl>
    <w:p w:rsidR="008C223E" w:rsidRPr="00691CF5" w:rsidRDefault="008C223E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223E" w:rsidRDefault="008C223E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22200E">
        <w:rPr>
          <w:rFonts w:ascii="Arial" w:hAnsi="Arial" w:cs="Arial"/>
        </w:rPr>
        <w:t xml:space="preserve">Moção Congratulatória </w:t>
      </w:r>
      <w:r w:rsidRPr="00F902E4">
        <w:rPr>
          <w:rFonts w:ascii="Arial" w:hAnsi="Arial" w:cs="Arial"/>
          <w:noProof/>
        </w:rPr>
        <w:t>à</w:t>
      </w:r>
      <w:r w:rsidRPr="0022200E">
        <w:rPr>
          <w:rFonts w:ascii="Arial" w:hAnsi="Arial" w:cs="Arial"/>
        </w:rPr>
        <w:t xml:space="preserve"> </w:t>
      </w:r>
      <w:r w:rsidRPr="00F902E4">
        <w:rPr>
          <w:rFonts w:ascii="Arial" w:hAnsi="Arial" w:cs="Arial"/>
          <w:noProof/>
        </w:rPr>
        <w:t>Senhora</w:t>
      </w:r>
      <w:r w:rsidRPr="0022200E">
        <w:rPr>
          <w:rFonts w:ascii="Arial" w:hAnsi="Arial" w:cs="Arial"/>
        </w:rPr>
        <w:t xml:space="preserve"> </w:t>
      </w:r>
      <w:r w:rsidRPr="00F902E4">
        <w:rPr>
          <w:rFonts w:ascii="Arial" w:hAnsi="Arial" w:cs="Arial"/>
          <w:noProof/>
        </w:rPr>
        <w:t>Darci de Almeida</w:t>
      </w:r>
      <w:r>
        <w:rPr>
          <w:rFonts w:ascii="Arial" w:hAnsi="Arial" w:cs="Arial"/>
        </w:rPr>
        <w:t xml:space="preserve">, representante </w:t>
      </w:r>
      <w:r w:rsidRPr="00F902E4">
        <w:rPr>
          <w:rFonts w:ascii="Arial" w:hAnsi="Arial" w:cs="Arial"/>
          <w:noProof/>
        </w:rPr>
        <w:t>da</w:t>
      </w:r>
      <w:r>
        <w:rPr>
          <w:rFonts w:ascii="Arial" w:hAnsi="Arial" w:cs="Arial"/>
        </w:rPr>
        <w:t xml:space="preserve"> </w:t>
      </w:r>
      <w:r w:rsidRPr="00F902E4">
        <w:rPr>
          <w:rFonts w:ascii="Arial" w:hAnsi="Arial" w:cs="Arial"/>
          <w:noProof/>
        </w:rPr>
        <w:t>ASSAJA - Associação dos Aposentados de Jacareí</w:t>
      </w:r>
      <w:r>
        <w:rPr>
          <w:rFonts w:ascii="Arial" w:hAnsi="Arial" w:cs="Arial"/>
        </w:rPr>
        <w:t>,</w:t>
      </w:r>
      <w:r w:rsidRPr="0022200E">
        <w:rPr>
          <w:rFonts w:ascii="Arial" w:hAnsi="Arial" w:cs="Arial"/>
        </w:rPr>
        <w:t xml:space="preserve"> por sua posse como </w:t>
      </w:r>
      <w:r w:rsidRPr="00F902E4">
        <w:rPr>
          <w:rFonts w:ascii="Arial" w:hAnsi="Arial" w:cs="Arial"/>
          <w:noProof/>
        </w:rPr>
        <w:t>Vereadora</w:t>
      </w:r>
      <w:r>
        <w:rPr>
          <w:rFonts w:ascii="Arial" w:hAnsi="Arial" w:cs="Arial"/>
        </w:rPr>
        <w:t xml:space="preserve"> da Câmara da Melhor Idade 2018</w:t>
      </w:r>
      <w:r w:rsidRPr="0022200E">
        <w:rPr>
          <w:rFonts w:ascii="Arial" w:hAnsi="Arial" w:cs="Arial"/>
        </w:rPr>
        <w:t xml:space="preserve">, ocorrida em 1º de agosto </w:t>
      </w:r>
      <w:proofErr w:type="gramStart"/>
      <w:r w:rsidRPr="0022200E">
        <w:rPr>
          <w:rFonts w:ascii="Arial" w:hAnsi="Arial" w:cs="Arial"/>
        </w:rPr>
        <w:t>do corrente</w:t>
      </w:r>
      <w:proofErr w:type="gramEnd"/>
      <w:r>
        <w:rPr>
          <w:rFonts w:ascii="Arial" w:hAnsi="Arial" w:cs="Arial"/>
        </w:rPr>
        <w:t>.</w:t>
      </w:r>
    </w:p>
    <w:p w:rsidR="008C223E" w:rsidRPr="00BF791A" w:rsidRDefault="008C223E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Desejamos que seu mandato seja repleto de realizações.</w:t>
      </w:r>
    </w:p>
    <w:p w:rsidR="008C223E" w:rsidRDefault="008C223E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8C223E" w:rsidRDefault="008C223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15 de agosto de 2018.</w:t>
      </w:r>
    </w:p>
    <w:p w:rsidR="008C223E" w:rsidRDefault="008C223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223E" w:rsidRDefault="008C223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223E" w:rsidRDefault="008C223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223E" w:rsidRPr="00A34F2C" w:rsidRDefault="008C223E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8C223E" w:rsidRDefault="008C223E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8C223E" w:rsidRDefault="008C223E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8C223E" w:rsidRDefault="008C223E" w:rsidP="00E05DD5">
      <w:pPr>
        <w:jc w:val="center"/>
        <w:rPr>
          <w:rFonts w:ascii="Arial" w:hAnsi="Arial" w:cs="Arial"/>
        </w:rPr>
        <w:sectPr w:rsidR="008C223E" w:rsidSect="008C223E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2126" w:right="709" w:bottom="1134" w:left="1701" w:header="850" w:footer="850" w:gutter="0"/>
          <w:pgNumType w:start="1"/>
          <w:cols w:space="720"/>
          <w:titlePg/>
          <w:docGrid w:linePitch="326"/>
        </w:sectPr>
      </w:pPr>
    </w:p>
    <w:p w:rsidR="008C223E" w:rsidRPr="00A34F2C" w:rsidRDefault="008C223E" w:rsidP="00E05DD5">
      <w:pPr>
        <w:jc w:val="center"/>
        <w:rPr>
          <w:rFonts w:ascii="Arial" w:hAnsi="Arial" w:cs="Arial"/>
        </w:rPr>
      </w:pPr>
    </w:p>
    <w:sectPr w:rsidR="008C223E" w:rsidRPr="00A34F2C" w:rsidSect="008C223E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58B" w:rsidRDefault="00D4158B">
      <w:r>
        <w:separator/>
      </w:r>
    </w:p>
  </w:endnote>
  <w:endnote w:type="continuationSeparator" w:id="0">
    <w:p w:rsidR="00D4158B" w:rsidRDefault="00D41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23E" w:rsidRPr="00144FFF" w:rsidRDefault="008C223E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23E" w:rsidRPr="00150EE2" w:rsidRDefault="008C223E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Pr="00144FFF" w:rsidRDefault="0022200E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Pr="00150EE2" w:rsidRDefault="0022200E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58B" w:rsidRDefault="00D4158B">
      <w:r>
        <w:separator/>
      </w:r>
    </w:p>
  </w:footnote>
  <w:footnote w:type="continuationSeparator" w:id="0">
    <w:p w:rsidR="00D4158B" w:rsidRDefault="00D415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23E" w:rsidRDefault="008C223E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8C223E" w:rsidRPr="00317C1A" w:rsidRDefault="008C223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/201</w:t>
    </w:r>
    <w:r>
      <w:rPr>
        <w:rFonts w:ascii="Arial" w:hAnsi="Arial" w:cs="Arial"/>
        <w:b/>
        <w:sz w:val="20"/>
        <w:szCs w:val="20"/>
        <w:u w:val="single"/>
      </w:rPr>
      <w:t>8</w:t>
    </w:r>
    <w:r w:rsidRPr="00317C1A">
      <w:rPr>
        <w:rFonts w:ascii="Arial" w:hAnsi="Arial" w:cs="Arial"/>
        <w:b/>
        <w:sz w:val="20"/>
        <w:szCs w:val="20"/>
        <w:u w:val="single"/>
      </w:rPr>
      <w:t xml:space="preserve"> - 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223E" w:rsidRPr="00EB04D6" w:rsidRDefault="008C223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" o:allowincell="f" filled="f" stroked="f">
              <v:textbox inset="0,0,0,0">
                <w:txbxContent>
                  <w:p w:rsidR="008C223E" w:rsidRPr="00EB04D6" w:rsidRDefault="008C223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223E" w:rsidRPr="00F73DA3" w:rsidRDefault="008C223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8C223E" w:rsidRPr="00F73DA3" w:rsidRDefault="008C223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kI2VQ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8C223E" w:rsidRPr="00F73DA3" w:rsidRDefault="008C223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8C223E" w:rsidRPr="00F73DA3" w:rsidRDefault="008C223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70528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C223E" w:rsidRDefault="008C223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23E" w:rsidRDefault="008C223E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223E" w:rsidRPr="00EB04D6" w:rsidRDefault="008C223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57rwIAAK8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23AOe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8C223E" w:rsidRPr="00EB04D6" w:rsidRDefault="008C223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223E" w:rsidRPr="00F73DA3" w:rsidRDefault="008C223E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8C223E" w:rsidRPr="00F73DA3" w:rsidRDefault="008C223E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" o:allowincell="f" filled="f" stroked="f">
              <v:textbox inset="0,0,0,0">
                <w:txbxContent>
                  <w:p w:rsidR="008C223E" w:rsidRPr="00F73DA3" w:rsidRDefault="008C223E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8C223E" w:rsidRPr="00F73DA3" w:rsidRDefault="008C223E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155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Default="0022200E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22200E" w:rsidRPr="00317C1A" w:rsidRDefault="0022200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/201</w:t>
    </w:r>
    <w:r>
      <w:rPr>
        <w:rFonts w:ascii="Arial" w:hAnsi="Arial" w:cs="Arial"/>
        <w:b/>
        <w:sz w:val="20"/>
        <w:szCs w:val="20"/>
        <w:u w:val="single"/>
      </w:rPr>
      <w:t>8</w:t>
    </w:r>
    <w:r w:rsidRPr="00317C1A">
      <w:rPr>
        <w:rFonts w:ascii="Arial" w:hAnsi="Arial" w:cs="Arial"/>
        <w:b/>
        <w:sz w:val="20"/>
        <w:szCs w:val="20"/>
        <w:u w:val="single"/>
      </w:rPr>
      <w:t xml:space="preserve"> - 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A7FA8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A7FA8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EB04D6" w:rsidRDefault="002220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" o:allowincell="f" filled="f" stroked="f">
              <v:textbox inset="0,0,0,0">
                <w:txbxContent>
                  <w:p w:rsidR="0022200E" w:rsidRPr="00EB04D6" w:rsidRDefault="002220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F73DA3" w:rsidRDefault="0022200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22200E" w:rsidRPr="00F73DA3" w:rsidRDefault="0022200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_x0000_s1032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dnFb0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22200E" w:rsidRPr="00F73DA3" w:rsidRDefault="0022200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22200E" w:rsidRPr="00F73DA3" w:rsidRDefault="0022200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3360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2200E" w:rsidRDefault="0022200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Default="0022200E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EB04D6" w:rsidRDefault="0022200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436.1pt;margin-top:27.5pt;width:41.95pt;height: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pkbLl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22200E" w:rsidRPr="00EB04D6" w:rsidRDefault="0022200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F73DA3" w:rsidRDefault="0022200E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22200E" w:rsidRPr="00F73DA3" w:rsidRDefault="0022200E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4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aTlsA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" o:allowincell="f" filled="f" stroked="f">
              <v:textbox inset="0,0,0,0">
                <w:txbxContent>
                  <w:p w:rsidR="0022200E" w:rsidRPr="00F73DA3" w:rsidRDefault="0022200E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22200E" w:rsidRPr="00F73DA3" w:rsidRDefault="0022200E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A7FA8"/>
    <w:rsid w:val="001B0773"/>
    <w:rsid w:val="001F13C3"/>
    <w:rsid w:val="00204ED7"/>
    <w:rsid w:val="002213FA"/>
    <w:rsid w:val="0022200E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223E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158B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0979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B58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34A5C-A6B9-46FD-92B7-BDC01A977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137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1</cp:revision>
  <cp:lastPrinted>2017-01-27T16:52:00Z</cp:lastPrinted>
  <dcterms:created xsi:type="dcterms:W3CDTF">2018-08-13T13:30:00Z</dcterms:created>
  <dcterms:modified xsi:type="dcterms:W3CDTF">2018-08-13T13:30:00Z</dcterms:modified>
</cp:coreProperties>
</file>